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60" w:rsidRPr="004068EF" w:rsidRDefault="00420F60" w:rsidP="00282B69">
      <w:pPr>
        <w:jc w:val="center"/>
        <w:rPr>
          <w:b/>
          <w:bCs/>
        </w:rPr>
      </w:pPr>
      <w:r>
        <w:rPr>
          <w:b/>
          <w:bCs/>
        </w:rPr>
        <w:t>UCHWAŁA NR XXXIV/242/2014</w:t>
      </w:r>
    </w:p>
    <w:p w:rsidR="00420F60" w:rsidRPr="004068EF" w:rsidRDefault="00420F60" w:rsidP="00282B69">
      <w:pPr>
        <w:jc w:val="center"/>
        <w:rPr>
          <w:b/>
          <w:bCs/>
        </w:rPr>
      </w:pPr>
      <w:r w:rsidRPr="004068EF">
        <w:rPr>
          <w:b/>
          <w:bCs/>
        </w:rPr>
        <w:t>Rady Gminy w Starej Dąbrowie</w:t>
      </w:r>
    </w:p>
    <w:p w:rsidR="00420F60" w:rsidRPr="004068EF" w:rsidRDefault="00420F60" w:rsidP="00282B69">
      <w:pPr>
        <w:jc w:val="center"/>
        <w:rPr>
          <w:b/>
          <w:bCs/>
        </w:rPr>
      </w:pPr>
      <w:r w:rsidRPr="004068EF">
        <w:rPr>
          <w:b/>
          <w:bCs/>
        </w:rPr>
        <w:t xml:space="preserve">z dnia </w:t>
      </w:r>
      <w:r>
        <w:rPr>
          <w:b/>
          <w:bCs/>
        </w:rPr>
        <w:t>28</w:t>
      </w:r>
      <w:r w:rsidRPr="004068EF">
        <w:rPr>
          <w:b/>
          <w:bCs/>
        </w:rPr>
        <w:t xml:space="preserve"> </w:t>
      </w:r>
      <w:r>
        <w:rPr>
          <w:b/>
          <w:bCs/>
        </w:rPr>
        <w:t>marca 2014</w:t>
      </w:r>
      <w:r w:rsidRPr="004068EF">
        <w:rPr>
          <w:b/>
          <w:bCs/>
        </w:rPr>
        <w:t xml:space="preserve"> r.</w:t>
      </w:r>
    </w:p>
    <w:p w:rsidR="00420F60" w:rsidRPr="004068EF" w:rsidRDefault="00420F60" w:rsidP="00282B69">
      <w:pPr>
        <w:jc w:val="both"/>
        <w:rPr>
          <w:b/>
          <w:bCs/>
        </w:rPr>
      </w:pPr>
    </w:p>
    <w:p w:rsidR="00420F60" w:rsidRPr="004068EF" w:rsidRDefault="00420F60" w:rsidP="00282B69">
      <w:pPr>
        <w:jc w:val="both"/>
      </w:pPr>
    </w:p>
    <w:p w:rsidR="00420F60" w:rsidRPr="004068EF" w:rsidRDefault="00420F60" w:rsidP="00282B69">
      <w:pPr>
        <w:jc w:val="both"/>
      </w:pPr>
    </w:p>
    <w:p w:rsidR="00420F60" w:rsidRPr="004068EF" w:rsidRDefault="00420F60" w:rsidP="00282B69">
      <w:pPr>
        <w:jc w:val="both"/>
      </w:pPr>
    </w:p>
    <w:p w:rsidR="00420F60" w:rsidRPr="004068EF" w:rsidRDefault="00420F60" w:rsidP="00282B69">
      <w:pPr>
        <w:jc w:val="both"/>
        <w:rPr>
          <w:b/>
          <w:bCs/>
        </w:rPr>
      </w:pPr>
      <w:r w:rsidRPr="004068EF">
        <w:rPr>
          <w:b/>
          <w:bCs/>
        </w:rPr>
        <w:t xml:space="preserve">w sprawie przyjęcia gminnego programu wspierania edukacji uzdolnionych dzieci i młodzieży, mieszkańców gminy Stara Dąbrowa </w:t>
      </w:r>
    </w:p>
    <w:p w:rsidR="00420F60" w:rsidRPr="004068EF" w:rsidRDefault="00420F60" w:rsidP="00282B69">
      <w:pPr>
        <w:jc w:val="both"/>
        <w:rPr>
          <w:b/>
          <w:bCs/>
        </w:rPr>
      </w:pPr>
    </w:p>
    <w:p w:rsidR="00420F60" w:rsidRPr="004068EF" w:rsidRDefault="00420F60" w:rsidP="00282B69">
      <w:pPr>
        <w:rPr>
          <w:b/>
          <w:bCs/>
        </w:rPr>
      </w:pPr>
    </w:p>
    <w:p w:rsidR="00420F60" w:rsidRPr="004068EF" w:rsidRDefault="00420F60" w:rsidP="00282B69">
      <w:pPr>
        <w:jc w:val="both"/>
        <w:rPr>
          <w:b/>
          <w:bCs/>
        </w:rPr>
      </w:pPr>
    </w:p>
    <w:p w:rsidR="00420F60" w:rsidRPr="004068EF" w:rsidRDefault="00420F60" w:rsidP="00282B69">
      <w:pPr>
        <w:jc w:val="both"/>
      </w:pPr>
      <w:r w:rsidRPr="004068EF">
        <w:rPr>
          <w:b/>
          <w:bCs/>
        </w:rPr>
        <w:t xml:space="preserve">        </w:t>
      </w:r>
      <w:r w:rsidRPr="004068EF">
        <w:t>Na podstawie  art. 18 ust.2, pkt 14a ustawy z dnia 8 marca 1990 r. o samorządzie gminnym (j.t. Dz. U. z 2013 r., poz. 594 ze zm.), art.90t ust.1 pkt 2 ustawy z dnia 7 września 1991 r. o systemie oświaty (Dz.U. z 2004r. Nr 256 poz. 2572 ze zm.) oraz art. 173a ustawy z dnia 27 lipca 2005 r. Prawo o szkolnictwie wyższym (t.j. Dz.U. z 2012 r.  poz. 572 ze zm.)  Rada Gminy  uchwala co następuje:</w:t>
      </w:r>
    </w:p>
    <w:p w:rsidR="00420F60" w:rsidRPr="004068EF" w:rsidRDefault="00420F60" w:rsidP="00282B69">
      <w:pPr>
        <w:jc w:val="both"/>
      </w:pPr>
    </w:p>
    <w:p w:rsidR="00420F60" w:rsidRPr="004068EF" w:rsidRDefault="00420F60" w:rsidP="00282B69">
      <w:pPr>
        <w:jc w:val="both"/>
      </w:pPr>
    </w:p>
    <w:p w:rsidR="00420F60" w:rsidRPr="004068EF" w:rsidRDefault="00420F60" w:rsidP="00282B69">
      <w:pPr>
        <w:jc w:val="both"/>
      </w:pPr>
    </w:p>
    <w:p w:rsidR="00420F60" w:rsidRPr="004068EF" w:rsidRDefault="00420F60" w:rsidP="00282B69">
      <w:pPr>
        <w:jc w:val="both"/>
        <w:rPr>
          <w:b/>
          <w:bCs/>
        </w:rPr>
      </w:pPr>
      <w:r w:rsidRPr="004068EF">
        <w:rPr>
          <w:b/>
          <w:bCs/>
        </w:rPr>
        <w:t xml:space="preserve">            § 1</w:t>
      </w:r>
      <w:r w:rsidRPr="004068EF">
        <w:t>. Przyjąć gminny program wspierania edukacji uzdolnionych dzieci i młodzieży, mieszkańców gminy Stara Dąbrowa, stanowiący załącznik do niniejszej uchwały.</w:t>
      </w:r>
    </w:p>
    <w:p w:rsidR="00420F60" w:rsidRPr="004068EF" w:rsidRDefault="00420F60" w:rsidP="00282B69">
      <w:pPr>
        <w:jc w:val="both"/>
      </w:pPr>
    </w:p>
    <w:p w:rsidR="00420F60" w:rsidRPr="004068EF" w:rsidRDefault="00420F60" w:rsidP="00282B69">
      <w:pPr>
        <w:jc w:val="both"/>
      </w:pPr>
      <w:r w:rsidRPr="004068EF">
        <w:t xml:space="preserve">           </w:t>
      </w:r>
      <w:r w:rsidRPr="004068EF">
        <w:rPr>
          <w:b/>
          <w:bCs/>
        </w:rPr>
        <w:t>§ 2.</w:t>
      </w:r>
      <w:r w:rsidRPr="004068EF">
        <w:t xml:space="preserve"> Wysokość środków przeznaczanych na realizację programu określa corocznie Rada Gminy Stara Dąbrowa  w uchwale budżetowej. </w:t>
      </w:r>
    </w:p>
    <w:p w:rsidR="00420F60" w:rsidRPr="004068EF" w:rsidRDefault="00420F60" w:rsidP="00282B69">
      <w:pPr>
        <w:jc w:val="both"/>
      </w:pPr>
    </w:p>
    <w:p w:rsidR="00420F60" w:rsidRPr="004068EF" w:rsidRDefault="00420F60" w:rsidP="00282B69">
      <w:pPr>
        <w:ind w:firstLine="708"/>
        <w:jc w:val="both"/>
      </w:pPr>
      <w:r w:rsidRPr="004068EF">
        <w:rPr>
          <w:b/>
          <w:bCs/>
        </w:rPr>
        <w:t>§  3</w:t>
      </w:r>
      <w:r w:rsidRPr="004068EF">
        <w:t>. Wykonanie uchwały powierza się Wójtowi Gminy.</w:t>
      </w:r>
    </w:p>
    <w:p w:rsidR="00420F60" w:rsidRPr="004068EF" w:rsidRDefault="00420F60" w:rsidP="00282B69">
      <w:pPr>
        <w:ind w:firstLine="708"/>
        <w:jc w:val="both"/>
      </w:pPr>
      <w:r w:rsidRPr="004068EF">
        <w:t xml:space="preserve"> </w:t>
      </w:r>
    </w:p>
    <w:p w:rsidR="00420F60" w:rsidRPr="004068EF" w:rsidRDefault="00420F60" w:rsidP="00282B69">
      <w:pPr>
        <w:ind w:firstLine="708"/>
        <w:jc w:val="both"/>
      </w:pPr>
    </w:p>
    <w:p w:rsidR="00420F60" w:rsidRPr="00D95BCC" w:rsidRDefault="00420F60" w:rsidP="00D95BCC">
      <w:pPr>
        <w:jc w:val="both"/>
      </w:pPr>
      <w:r w:rsidRPr="004068EF">
        <w:rPr>
          <w:b/>
          <w:bCs/>
        </w:rPr>
        <w:t>§  4.</w:t>
      </w:r>
      <w:r>
        <w:t xml:space="preserve"> Traci moc Uchwała Nr XXXII</w:t>
      </w:r>
      <w:r w:rsidRPr="004068EF">
        <w:t>/</w:t>
      </w:r>
      <w:r>
        <w:t>228</w:t>
      </w:r>
      <w:r w:rsidRPr="004068EF">
        <w:t>/20</w:t>
      </w:r>
      <w:r>
        <w:t>10</w:t>
      </w:r>
      <w:r w:rsidRPr="004068EF">
        <w:t xml:space="preserve"> Rady G</w:t>
      </w:r>
      <w:r>
        <w:t>miny w Starej Dąbrowie z dnia 22</w:t>
      </w:r>
      <w:r w:rsidRPr="004068EF">
        <w:t xml:space="preserve"> </w:t>
      </w:r>
      <w:r>
        <w:t xml:space="preserve">lutego 2010 </w:t>
      </w:r>
      <w:r w:rsidRPr="004068EF">
        <w:t>r.</w:t>
      </w:r>
      <w:r>
        <w:t xml:space="preserve"> </w:t>
      </w:r>
      <w:r w:rsidRPr="00D95BCC">
        <w:t>w sprawie przyjęcia gminnego programu wspierania edukacji uzdolnionych dzieci i młodzieży, mieszkańców gminy Stara Dąbrowa</w:t>
      </w:r>
      <w:r>
        <w:t>.</w:t>
      </w:r>
      <w:r w:rsidRPr="00D95BCC">
        <w:t xml:space="preserve"> </w:t>
      </w:r>
    </w:p>
    <w:p w:rsidR="00420F60" w:rsidRPr="004068EF" w:rsidRDefault="00420F60" w:rsidP="00282B69">
      <w:pPr>
        <w:ind w:firstLine="708"/>
        <w:jc w:val="both"/>
      </w:pPr>
    </w:p>
    <w:p w:rsidR="00420F60" w:rsidRPr="004068EF" w:rsidRDefault="00420F60" w:rsidP="00282B69">
      <w:pPr>
        <w:jc w:val="both"/>
      </w:pPr>
    </w:p>
    <w:p w:rsidR="00420F60" w:rsidRPr="004068EF" w:rsidRDefault="00420F60" w:rsidP="00282B69">
      <w:pPr>
        <w:jc w:val="both"/>
      </w:pPr>
    </w:p>
    <w:p w:rsidR="00420F60" w:rsidRPr="004068EF" w:rsidRDefault="00420F60" w:rsidP="00282B69">
      <w:pPr>
        <w:ind w:firstLine="708"/>
        <w:jc w:val="both"/>
      </w:pPr>
      <w:r w:rsidRPr="004068EF">
        <w:rPr>
          <w:b/>
          <w:bCs/>
        </w:rPr>
        <w:t>§5.</w:t>
      </w:r>
      <w:r w:rsidRPr="004068EF">
        <w:t xml:space="preserve"> Uchwała wchodzi w życie po upływie 14 dni od daty jej ogłoszenia w Dzienniku Urzędowym Województwa Zachodniopomorskiego. </w:t>
      </w: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Default="00420F60" w:rsidP="00282B69">
      <w:pPr>
        <w:jc w:val="both"/>
      </w:pPr>
    </w:p>
    <w:p w:rsidR="00420F60" w:rsidRPr="004068EF" w:rsidRDefault="00420F60" w:rsidP="00F01586">
      <w:pPr>
        <w:rPr>
          <w:sz w:val="20"/>
          <w:szCs w:val="20"/>
        </w:rPr>
      </w:pPr>
      <w:r w:rsidRPr="004068EF">
        <w:t xml:space="preserve">………………………………….                                                  </w:t>
      </w:r>
      <w:r w:rsidRPr="004068EF">
        <w:rPr>
          <w:sz w:val="20"/>
          <w:szCs w:val="20"/>
        </w:rPr>
        <w:t>Załącznik</w:t>
      </w:r>
    </w:p>
    <w:p w:rsidR="00420F60" w:rsidRPr="004068EF" w:rsidRDefault="00420F60" w:rsidP="00F01586">
      <w:pPr>
        <w:rPr>
          <w:sz w:val="20"/>
          <w:szCs w:val="20"/>
        </w:rPr>
      </w:pPr>
      <w:r w:rsidRPr="004068EF">
        <w:rPr>
          <w:sz w:val="20"/>
          <w:szCs w:val="20"/>
        </w:rPr>
        <w:t>………………………………….                                                                      do programu wspierania edukacji</w:t>
      </w:r>
    </w:p>
    <w:p w:rsidR="00420F60" w:rsidRPr="004068EF" w:rsidRDefault="00420F60" w:rsidP="00F01586">
      <w:pPr>
        <w:rPr>
          <w:sz w:val="20"/>
          <w:szCs w:val="20"/>
        </w:rPr>
      </w:pPr>
      <w:r w:rsidRPr="004068EF">
        <w:rPr>
          <w:sz w:val="20"/>
          <w:szCs w:val="20"/>
        </w:rPr>
        <w:t>………………………………….                                                                      uzdolnionych uczniów i studentów</w:t>
      </w:r>
    </w:p>
    <w:p w:rsidR="00420F60" w:rsidRPr="004068EF" w:rsidRDefault="00420F60" w:rsidP="00F01586">
      <w:pPr>
        <w:rPr>
          <w:sz w:val="20"/>
          <w:szCs w:val="20"/>
        </w:rPr>
      </w:pPr>
      <w:r w:rsidRPr="004068EF">
        <w:rPr>
          <w:sz w:val="20"/>
          <w:szCs w:val="20"/>
        </w:rPr>
        <w:t>………………………………….</w:t>
      </w:r>
    </w:p>
    <w:p w:rsidR="00420F60" w:rsidRPr="004068EF" w:rsidRDefault="00420F60" w:rsidP="00F01586">
      <w:pPr>
        <w:rPr>
          <w:sz w:val="20"/>
          <w:szCs w:val="20"/>
        </w:rPr>
      </w:pPr>
      <w:r w:rsidRPr="004068EF">
        <w:rPr>
          <w:sz w:val="20"/>
          <w:szCs w:val="20"/>
        </w:rPr>
        <w:t>Dane wnioskodawcy</w:t>
      </w:r>
    </w:p>
    <w:p w:rsidR="00420F60" w:rsidRPr="004068EF" w:rsidRDefault="00420F60" w:rsidP="00F01586">
      <w:pPr>
        <w:rPr>
          <w:sz w:val="20"/>
          <w:szCs w:val="20"/>
        </w:rPr>
      </w:pPr>
      <w:r w:rsidRPr="004068EF">
        <w:rPr>
          <w:sz w:val="20"/>
          <w:szCs w:val="20"/>
        </w:rPr>
        <w:t>(imie i nazwisko, adres, nr telefonu)</w:t>
      </w:r>
    </w:p>
    <w:p w:rsidR="00420F60" w:rsidRPr="004068EF" w:rsidRDefault="00420F60" w:rsidP="00F01586">
      <w:pPr>
        <w:rPr>
          <w:sz w:val="20"/>
          <w:szCs w:val="20"/>
        </w:rPr>
      </w:pPr>
    </w:p>
    <w:p w:rsidR="00420F60" w:rsidRPr="004068EF" w:rsidRDefault="00420F60" w:rsidP="00F01586">
      <w:pPr>
        <w:rPr>
          <w:sz w:val="22"/>
          <w:szCs w:val="22"/>
        </w:rPr>
      </w:pPr>
    </w:p>
    <w:p w:rsidR="00420F60" w:rsidRPr="004068EF" w:rsidRDefault="00420F60" w:rsidP="00F01586">
      <w:pPr>
        <w:jc w:val="center"/>
        <w:rPr>
          <w:b/>
          <w:bCs/>
          <w:sz w:val="22"/>
          <w:szCs w:val="22"/>
        </w:rPr>
      </w:pPr>
      <w:r w:rsidRPr="004068EF">
        <w:rPr>
          <w:b/>
          <w:bCs/>
          <w:sz w:val="22"/>
          <w:szCs w:val="22"/>
        </w:rPr>
        <w:t>WNIOSEK</w:t>
      </w:r>
    </w:p>
    <w:p w:rsidR="00420F60" w:rsidRPr="004068EF" w:rsidRDefault="00420F60" w:rsidP="00F01586">
      <w:pPr>
        <w:jc w:val="center"/>
        <w:rPr>
          <w:b/>
          <w:bCs/>
          <w:sz w:val="22"/>
          <w:szCs w:val="22"/>
        </w:rPr>
      </w:pPr>
      <w:r w:rsidRPr="004068EF">
        <w:rPr>
          <w:b/>
          <w:bCs/>
          <w:sz w:val="22"/>
          <w:szCs w:val="22"/>
        </w:rPr>
        <w:t>o przyznanie stypendium dla ucznia/studenta</w:t>
      </w:r>
    </w:p>
    <w:p w:rsidR="00420F60" w:rsidRPr="004068EF" w:rsidRDefault="00420F60" w:rsidP="00F01586">
      <w:pPr>
        <w:jc w:val="center"/>
        <w:rPr>
          <w:b/>
          <w:bCs/>
          <w:sz w:val="22"/>
          <w:szCs w:val="22"/>
        </w:rPr>
      </w:pPr>
    </w:p>
    <w:p w:rsidR="00420F60" w:rsidRPr="004068EF" w:rsidRDefault="00420F60" w:rsidP="00F01586">
      <w:pPr>
        <w:rPr>
          <w:sz w:val="22"/>
          <w:szCs w:val="22"/>
        </w:rPr>
      </w:pPr>
    </w:p>
    <w:p w:rsidR="00420F60" w:rsidRPr="004068EF" w:rsidRDefault="00420F60" w:rsidP="00F01586">
      <w:pPr>
        <w:rPr>
          <w:sz w:val="22"/>
          <w:szCs w:val="22"/>
        </w:rPr>
      </w:pPr>
      <w:r w:rsidRPr="004068EF">
        <w:rPr>
          <w:sz w:val="22"/>
          <w:szCs w:val="22"/>
        </w:rPr>
        <w:t>Data złożenia wniosku ……………………………………………………………………………..</w:t>
      </w:r>
    </w:p>
    <w:p w:rsidR="00420F60" w:rsidRPr="004068EF" w:rsidRDefault="00420F60" w:rsidP="00F01586">
      <w:pPr>
        <w:rPr>
          <w:sz w:val="20"/>
          <w:szCs w:val="20"/>
        </w:rPr>
      </w:pPr>
      <w:r w:rsidRPr="004068EF">
        <w:rPr>
          <w:sz w:val="20"/>
          <w:szCs w:val="20"/>
        </w:rPr>
        <w:t xml:space="preserve">                                                                              (wypełnia Urząd Gminy)</w:t>
      </w:r>
    </w:p>
    <w:p w:rsidR="00420F60" w:rsidRPr="004068EF" w:rsidRDefault="00420F60" w:rsidP="00F01586">
      <w:pPr>
        <w:rPr>
          <w:sz w:val="22"/>
          <w:szCs w:val="22"/>
        </w:rPr>
      </w:pPr>
    </w:p>
    <w:p w:rsidR="00420F60" w:rsidRPr="004068EF" w:rsidRDefault="00420F60" w:rsidP="00F01586">
      <w:pPr>
        <w:numPr>
          <w:ilvl w:val="0"/>
          <w:numId w:val="7"/>
        </w:numPr>
        <w:rPr>
          <w:sz w:val="22"/>
          <w:szCs w:val="22"/>
        </w:rPr>
      </w:pPr>
      <w:r w:rsidRPr="004068EF">
        <w:rPr>
          <w:sz w:val="22"/>
          <w:szCs w:val="22"/>
        </w:rPr>
        <w:t>Imię i nazwisko ucznia/studenta - …………………………………………………………</w:t>
      </w:r>
    </w:p>
    <w:p w:rsidR="00420F60" w:rsidRPr="004068EF" w:rsidRDefault="00420F60" w:rsidP="00F01586">
      <w:pPr>
        <w:numPr>
          <w:ilvl w:val="0"/>
          <w:numId w:val="7"/>
        </w:numPr>
        <w:rPr>
          <w:sz w:val="22"/>
          <w:szCs w:val="22"/>
        </w:rPr>
      </w:pPr>
      <w:r w:rsidRPr="004068EF">
        <w:rPr>
          <w:sz w:val="22"/>
          <w:szCs w:val="22"/>
        </w:rPr>
        <w:t>klasa/rok/semestr - ………………………………………………………………………...</w:t>
      </w:r>
    </w:p>
    <w:p w:rsidR="00420F60" w:rsidRPr="004068EF" w:rsidRDefault="00420F60" w:rsidP="00F01586">
      <w:pPr>
        <w:numPr>
          <w:ilvl w:val="0"/>
          <w:numId w:val="7"/>
        </w:numPr>
        <w:rPr>
          <w:sz w:val="22"/>
          <w:szCs w:val="22"/>
        </w:rPr>
      </w:pPr>
      <w:r w:rsidRPr="004068EF">
        <w:rPr>
          <w:sz w:val="22"/>
          <w:szCs w:val="22"/>
        </w:rPr>
        <w:t>Data urodzenia - …………………………………………………………………………...</w:t>
      </w:r>
    </w:p>
    <w:p w:rsidR="00420F60" w:rsidRPr="004068EF" w:rsidRDefault="00420F60" w:rsidP="00F01586">
      <w:pPr>
        <w:numPr>
          <w:ilvl w:val="0"/>
          <w:numId w:val="7"/>
        </w:numPr>
        <w:rPr>
          <w:sz w:val="22"/>
          <w:szCs w:val="22"/>
        </w:rPr>
      </w:pPr>
      <w:r w:rsidRPr="004068EF">
        <w:rPr>
          <w:sz w:val="22"/>
          <w:szCs w:val="22"/>
        </w:rPr>
        <w:t>adres zamieszkania - ………………………………………………………………………</w:t>
      </w:r>
    </w:p>
    <w:p w:rsidR="00420F60" w:rsidRPr="004068EF" w:rsidRDefault="00420F60" w:rsidP="00F01586">
      <w:pPr>
        <w:numPr>
          <w:ilvl w:val="0"/>
          <w:numId w:val="7"/>
        </w:numPr>
        <w:rPr>
          <w:sz w:val="22"/>
          <w:szCs w:val="22"/>
        </w:rPr>
      </w:pPr>
      <w:r w:rsidRPr="004068EF">
        <w:rPr>
          <w:sz w:val="22"/>
          <w:szCs w:val="22"/>
        </w:rPr>
        <w:t>nr NIP stypendysty - ……………………..Urząd Skarbowy w …………………………..</w:t>
      </w:r>
    </w:p>
    <w:p w:rsidR="00420F60" w:rsidRPr="004068EF" w:rsidRDefault="00420F60" w:rsidP="00F01586">
      <w:pPr>
        <w:numPr>
          <w:ilvl w:val="0"/>
          <w:numId w:val="7"/>
        </w:numPr>
        <w:rPr>
          <w:sz w:val="22"/>
          <w:szCs w:val="22"/>
        </w:rPr>
      </w:pPr>
      <w:r w:rsidRPr="004068EF">
        <w:rPr>
          <w:sz w:val="22"/>
          <w:szCs w:val="22"/>
        </w:rPr>
        <w:t>imię i nazwisko rodzica (opiekuna) ………………………………………………………*</w:t>
      </w:r>
    </w:p>
    <w:p w:rsidR="00420F60" w:rsidRPr="004068EF" w:rsidRDefault="00420F60" w:rsidP="00F01586">
      <w:pPr>
        <w:numPr>
          <w:ilvl w:val="0"/>
          <w:numId w:val="7"/>
        </w:numPr>
        <w:rPr>
          <w:sz w:val="22"/>
          <w:szCs w:val="22"/>
        </w:rPr>
      </w:pPr>
      <w:r w:rsidRPr="004068EF">
        <w:rPr>
          <w:sz w:val="22"/>
          <w:szCs w:val="22"/>
        </w:rPr>
        <w:t>tel. Kontaktowy rodzica (opiekuna) ………………………………………………………*</w:t>
      </w:r>
    </w:p>
    <w:p w:rsidR="00420F60" w:rsidRPr="004068EF" w:rsidRDefault="00420F60" w:rsidP="00F01586">
      <w:pPr>
        <w:numPr>
          <w:ilvl w:val="0"/>
          <w:numId w:val="7"/>
        </w:numPr>
        <w:rPr>
          <w:sz w:val="22"/>
          <w:szCs w:val="22"/>
        </w:rPr>
      </w:pPr>
      <w:r w:rsidRPr="004068EF">
        <w:rPr>
          <w:sz w:val="22"/>
          <w:szCs w:val="22"/>
        </w:rPr>
        <w:t>nr rachunku bankowego …………………………………………………………………..</w:t>
      </w:r>
    </w:p>
    <w:p w:rsidR="00420F60" w:rsidRPr="004068EF" w:rsidRDefault="00420F60" w:rsidP="00F01586">
      <w:pPr>
        <w:ind w:left="360"/>
        <w:rPr>
          <w:sz w:val="22"/>
          <w:szCs w:val="22"/>
        </w:rPr>
      </w:pPr>
    </w:p>
    <w:p w:rsidR="00420F60" w:rsidRPr="004068EF" w:rsidRDefault="00420F60" w:rsidP="00F01586">
      <w:pPr>
        <w:ind w:left="360"/>
        <w:rPr>
          <w:sz w:val="22"/>
          <w:szCs w:val="22"/>
        </w:rPr>
      </w:pPr>
    </w:p>
    <w:p w:rsidR="00420F60" w:rsidRPr="004068EF" w:rsidRDefault="00420F60" w:rsidP="00F01586">
      <w:pPr>
        <w:ind w:left="360"/>
        <w:rPr>
          <w:sz w:val="22"/>
          <w:szCs w:val="22"/>
        </w:rPr>
      </w:pPr>
      <w:r w:rsidRPr="004068EF">
        <w:rPr>
          <w:sz w:val="22"/>
          <w:szCs w:val="22"/>
        </w:rPr>
        <w:t xml:space="preserve">                                                                                  …………………………………………..</w:t>
      </w:r>
    </w:p>
    <w:p w:rsidR="00420F60" w:rsidRPr="004068EF" w:rsidRDefault="00420F60" w:rsidP="00F01586">
      <w:pPr>
        <w:ind w:left="360"/>
        <w:rPr>
          <w:sz w:val="22"/>
          <w:szCs w:val="22"/>
        </w:rPr>
      </w:pPr>
      <w:r w:rsidRPr="004068EF">
        <w:rPr>
          <w:sz w:val="22"/>
          <w:szCs w:val="22"/>
        </w:rPr>
        <w:t xml:space="preserve">                                                                                          (podpis wnioskodawcy)</w:t>
      </w:r>
    </w:p>
    <w:p w:rsidR="00420F60" w:rsidRPr="004068EF" w:rsidRDefault="00420F60" w:rsidP="00F01586">
      <w:pPr>
        <w:ind w:left="360"/>
        <w:rPr>
          <w:sz w:val="22"/>
          <w:szCs w:val="22"/>
        </w:rPr>
      </w:pPr>
      <w:r w:rsidRPr="004068EF">
        <w:rPr>
          <w:sz w:val="22"/>
          <w:szCs w:val="22"/>
        </w:rPr>
        <w:t>Uzasadnienie wniosku:</w:t>
      </w:r>
    </w:p>
    <w:p w:rsidR="00420F60" w:rsidRPr="004068EF" w:rsidRDefault="00420F60" w:rsidP="00F01586">
      <w:pPr>
        <w:numPr>
          <w:ilvl w:val="0"/>
          <w:numId w:val="8"/>
        </w:numPr>
        <w:rPr>
          <w:sz w:val="22"/>
          <w:szCs w:val="22"/>
        </w:rPr>
      </w:pPr>
      <w:r w:rsidRPr="004068EF">
        <w:rPr>
          <w:sz w:val="22"/>
          <w:szCs w:val="22"/>
        </w:rPr>
        <w:t>Dziedzina osiągnięć ucznia (naukowa/artystyczna/sportowa):</w:t>
      </w:r>
    </w:p>
    <w:p w:rsidR="00420F60" w:rsidRPr="004068EF" w:rsidRDefault="00420F60" w:rsidP="00F01586">
      <w:pPr>
        <w:numPr>
          <w:ilvl w:val="0"/>
          <w:numId w:val="9"/>
        </w:numPr>
        <w:rPr>
          <w:sz w:val="22"/>
          <w:szCs w:val="22"/>
        </w:rPr>
      </w:pPr>
      <w:r w:rsidRPr="004068EF">
        <w:rPr>
          <w:sz w:val="22"/>
          <w:szCs w:val="22"/>
        </w:rPr>
        <w:t>średnia ocen …………………………………………………………</w:t>
      </w:r>
    </w:p>
    <w:p w:rsidR="00420F60" w:rsidRPr="004068EF" w:rsidRDefault="00420F60" w:rsidP="00F01586">
      <w:pPr>
        <w:numPr>
          <w:ilvl w:val="0"/>
          <w:numId w:val="9"/>
        </w:numPr>
        <w:rPr>
          <w:sz w:val="22"/>
          <w:szCs w:val="22"/>
        </w:rPr>
      </w:pPr>
      <w:r w:rsidRPr="004068EF">
        <w:rPr>
          <w:sz w:val="22"/>
          <w:szCs w:val="22"/>
        </w:rPr>
        <w:t>ocena z zachowania: ………………………………………………..</w:t>
      </w:r>
    </w:p>
    <w:p w:rsidR="00420F60" w:rsidRPr="004068EF" w:rsidRDefault="00420F60" w:rsidP="00F01586">
      <w:pPr>
        <w:numPr>
          <w:ilvl w:val="0"/>
          <w:numId w:val="8"/>
        </w:numPr>
        <w:rPr>
          <w:sz w:val="22"/>
          <w:szCs w:val="22"/>
        </w:rPr>
      </w:pPr>
      <w:r w:rsidRPr="004068EF">
        <w:rPr>
          <w:sz w:val="22"/>
          <w:szCs w:val="22"/>
        </w:rPr>
        <w:t>Informacja na temat udziału w konkursach , olimpiadach, zawodach, sukcesy, wyróżnienia, uzyskane efekty:</w:t>
      </w:r>
    </w:p>
    <w:p w:rsidR="00420F60" w:rsidRPr="004068EF" w:rsidRDefault="00420F60" w:rsidP="00F01586">
      <w:pPr>
        <w:ind w:left="360"/>
        <w:rPr>
          <w:sz w:val="22"/>
          <w:szCs w:val="22"/>
        </w:rPr>
      </w:pPr>
      <w:r w:rsidRPr="004068E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F60" w:rsidRPr="004068EF" w:rsidRDefault="00420F60" w:rsidP="00F01586">
      <w:pPr>
        <w:numPr>
          <w:ilvl w:val="0"/>
          <w:numId w:val="8"/>
        </w:numPr>
        <w:rPr>
          <w:sz w:val="22"/>
          <w:szCs w:val="22"/>
        </w:rPr>
      </w:pPr>
      <w:r w:rsidRPr="004068EF">
        <w:rPr>
          <w:sz w:val="22"/>
          <w:szCs w:val="22"/>
        </w:rPr>
        <w:t>Opinia dyrektora/uczelni</w:t>
      </w:r>
    </w:p>
    <w:p w:rsidR="00420F60" w:rsidRPr="004068EF" w:rsidRDefault="00420F60" w:rsidP="00F01586">
      <w:pPr>
        <w:ind w:left="360"/>
        <w:rPr>
          <w:sz w:val="22"/>
          <w:szCs w:val="22"/>
        </w:rPr>
      </w:pPr>
      <w:r w:rsidRPr="004068E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F60" w:rsidRPr="004068EF" w:rsidRDefault="00420F60" w:rsidP="00F01586">
      <w:pPr>
        <w:ind w:left="360"/>
        <w:rPr>
          <w:sz w:val="22"/>
          <w:szCs w:val="22"/>
        </w:rPr>
      </w:pPr>
      <w:r w:rsidRPr="004068EF">
        <w:rPr>
          <w:sz w:val="22"/>
          <w:szCs w:val="22"/>
        </w:rPr>
        <w:t xml:space="preserve">4.Załaczniki </w:t>
      </w:r>
    </w:p>
    <w:p w:rsidR="00420F60" w:rsidRPr="004068EF" w:rsidRDefault="00420F60" w:rsidP="00F01586">
      <w:pPr>
        <w:ind w:left="360"/>
        <w:rPr>
          <w:sz w:val="22"/>
          <w:szCs w:val="22"/>
        </w:rPr>
      </w:pPr>
      <w:r w:rsidRPr="004068EF">
        <w:rPr>
          <w:sz w:val="22"/>
          <w:szCs w:val="22"/>
        </w:rPr>
        <w:t>…………………………………</w:t>
      </w:r>
    </w:p>
    <w:p w:rsidR="00420F60" w:rsidRPr="004068EF" w:rsidRDefault="00420F60" w:rsidP="00F01586">
      <w:pPr>
        <w:ind w:left="360"/>
      </w:pPr>
      <w:r w:rsidRPr="004068EF">
        <w:t>…………………………………</w:t>
      </w:r>
    </w:p>
    <w:p w:rsidR="00420F60" w:rsidRPr="004068EF" w:rsidRDefault="00420F60" w:rsidP="00F01586">
      <w:pPr>
        <w:ind w:left="360"/>
      </w:pPr>
      <w:r w:rsidRPr="004068EF">
        <w:t>…………………………………</w:t>
      </w:r>
    </w:p>
    <w:p w:rsidR="00420F60" w:rsidRPr="004068EF" w:rsidRDefault="00420F60" w:rsidP="00F01586">
      <w:pPr>
        <w:ind w:left="360"/>
        <w:jc w:val="right"/>
      </w:pPr>
      <w:r w:rsidRPr="004068EF">
        <w:t xml:space="preserve">                                                                                                          …………………………….</w:t>
      </w:r>
    </w:p>
    <w:p w:rsidR="00420F60" w:rsidRPr="004068EF" w:rsidRDefault="00420F60" w:rsidP="00F01586">
      <w:pPr>
        <w:ind w:left="360"/>
        <w:rPr>
          <w:sz w:val="20"/>
          <w:szCs w:val="20"/>
        </w:rPr>
      </w:pPr>
      <w:r w:rsidRPr="004068EF">
        <w:rPr>
          <w:sz w:val="20"/>
          <w:szCs w:val="20"/>
        </w:rPr>
        <w:t xml:space="preserve">                                                                                                                             ( data i podpis wnioskodawcy)</w:t>
      </w:r>
    </w:p>
    <w:p w:rsidR="00420F60" w:rsidRPr="004068EF" w:rsidRDefault="00420F60" w:rsidP="00282B69">
      <w:pPr>
        <w:jc w:val="both"/>
      </w:pPr>
    </w:p>
    <w:p w:rsidR="00420F60" w:rsidRDefault="00420F60" w:rsidP="00282B69">
      <w:pPr>
        <w:jc w:val="center"/>
        <w:rPr>
          <w:sz w:val="22"/>
          <w:szCs w:val="22"/>
        </w:rPr>
      </w:pPr>
      <w:r w:rsidRPr="004068EF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 xml:space="preserve">                           </w:t>
      </w:r>
    </w:p>
    <w:p w:rsidR="00420F60" w:rsidRDefault="00420F60" w:rsidP="00282B69">
      <w:pPr>
        <w:jc w:val="center"/>
        <w:rPr>
          <w:sz w:val="22"/>
          <w:szCs w:val="22"/>
        </w:rPr>
      </w:pPr>
    </w:p>
    <w:p w:rsidR="00420F60" w:rsidRDefault="00420F60" w:rsidP="00282B69">
      <w:pPr>
        <w:jc w:val="center"/>
        <w:rPr>
          <w:sz w:val="22"/>
          <w:szCs w:val="22"/>
        </w:rPr>
      </w:pPr>
    </w:p>
    <w:p w:rsidR="00420F60" w:rsidRPr="004068EF" w:rsidRDefault="00420F60" w:rsidP="00F01586">
      <w:pPr>
        <w:ind w:left="5664"/>
        <w:rPr>
          <w:sz w:val="18"/>
          <w:szCs w:val="18"/>
        </w:rPr>
      </w:pPr>
      <w:r>
        <w:rPr>
          <w:sz w:val="22"/>
          <w:szCs w:val="22"/>
        </w:rPr>
        <w:t xml:space="preserve">        </w:t>
      </w:r>
    </w:p>
    <w:p w:rsidR="00420F60" w:rsidRPr="004068EF" w:rsidRDefault="00420F60" w:rsidP="00F01586">
      <w:pPr>
        <w:rPr>
          <w:b/>
          <w:bCs/>
        </w:rPr>
      </w:pPr>
      <w:r w:rsidRPr="004068EF">
        <w:rPr>
          <w:sz w:val="18"/>
          <w:szCs w:val="18"/>
        </w:rPr>
        <w:t xml:space="preserve">                                                                                     </w:t>
      </w:r>
      <w:r w:rsidRPr="004068EF">
        <w:rPr>
          <w:b/>
          <w:bCs/>
        </w:rPr>
        <w:t>UZASADNIENIE</w:t>
      </w:r>
    </w:p>
    <w:p w:rsidR="00420F60" w:rsidRPr="004068EF" w:rsidRDefault="00420F60" w:rsidP="00F01586">
      <w:pPr>
        <w:ind w:firstLine="708"/>
        <w:jc w:val="both"/>
      </w:pPr>
      <w:r w:rsidRPr="004068EF">
        <w:t xml:space="preserve">Mając na uwadze osiągnięcia młodych mieszkańców lokalnej społeczności, Rada Gminy może podjąć uchwałę dotyczącą przyjęcia gminnego programu wspierania edukacji uzdolnionych dzieci i młodzieży  za szczególne, indywidualne osiągnięcia  w dziedzinie życia naukowego, artystycznego  i sportowego. </w:t>
      </w:r>
    </w:p>
    <w:p w:rsidR="00420F60" w:rsidRPr="004068EF" w:rsidRDefault="00420F60" w:rsidP="00F01586">
      <w:pPr>
        <w:ind w:firstLine="708"/>
        <w:jc w:val="both"/>
      </w:pPr>
      <w:r w:rsidRPr="004068EF">
        <w:t>Zgodnie z Uchwałą Nr XXX</w:t>
      </w:r>
      <w:r>
        <w:t>II</w:t>
      </w:r>
      <w:r w:rsidRPr="004068EF">
        <w:t>/2</w:t>
      </w:r>
      <w:r>
        <w:t>28/2010</w:t>
      </w:r>
      <w:r w:rsidRPr="004068EF">
        <w:t xml:space="preserve"> Rady </w:t>
      </w:r>
      <w:r>
        <w:t xml:space="preserve">Gminy w Starej Dąbrowie z dnia 22 lutego 2010 </w:t>
      </w:r>
      <w:r w:rsidRPr="004068EF">
        <w:t xml:space="preserve">r. zostało wprowadzone stypendium za wyniki nauce i osiągnięcia sportowe dla uczniów i studentów z budżetu Gminy Stara Dąbrowa. </w:t>
      </w:r>
    </w:p>
    <w:p w:rsidR="00420F60" w:rsidRPr="004068EF" w:rsidRDefault="00420F60" w:rsidP="00F01586">
      <w:pPr>
        <w:ind w:firstLine="708"/>
        <w:jc w:val="both"/>
      </w:pPr>
      <w:r w:rsidRPr="004068EF">
        <w:t>Uchwałę podejmuje się w celu zmiany i doprecyzowania kryteriów i zasad przyznawania stypendiów dla osób legitymujących się bardzo dobrymi osiągnięciami sportowymi lub artystycznymi</w:t>
      </w:r>
      <w:r>
        <w:t>,</w:t>
      </w:r>
      <w:r w:rsidRPr="004068EF">
        <w:t xml:space="preserve"> aby zmotywować uczniów do jeszcze lepszej pracy, nauki, osiągania coraz lepszych wyników.</w:t>
      </w:r>
    </w:p>
    <w:p w:rsidR="00420F60" w:rsidRPr="004068EF" w:rsidRDefault="00420F60" w:rsidP="00F01586">
      <w:pPr>
        <w:ind w:firstLine="708"/>
        <w:jc w:val="both"/>
      </w:pPr>
      <w:r w:rsidRPr="004068EF">
        <w:t>W budżecie gminy na 2014</w:t>
      </w:r>
      <w:r>
        <w:t xml:space="preserve"> </w:t>
      </w:r>
      <w:r w:rsidRPr="004068EF">
        <w:t xml:space="preserve">r. zostały zaplanowane środki na stypendia dlatego zasadnym jest podjęcie stosownej  uchwały. </w:t>
      </w:r>
    </w:p>
    <w:p w:rsidR="00420F60" w:rsidRPr="004068EF" w:rsidRDefault="00420F60" w:rsidP="00F01586">
      <w:pPr>
        <w:jc w:val="both"/>
      </w:pPr>
    </w:p>
    <w:p w:rsidR="00420F60" w:rsidRDefault="00420F60" w:rsidP="00282B69">
      <w:pPr>
        <w:jc w:val="center"/>
        <w:rPr>
          <w:sz w:val="18"/>
          <w:szCs w:val="18"/>
        </w:rPr>
      </w:pPr>
      <w:r w:rsidRPr="004068EF">
        <w:rPr>
          <w:sz w:val="18"/>
          <w:szCs w:val="18"/>
        </w:rPr>
        <w:tab/>
      </w:r>
      <w:r w:rsidRPr="004068EF">
        <w:rPr>
          <w:sz w:val="18"/>
          <w:szCs w:val="18"/>
        </w:rPr>
        <w:tab/>
      </w:r>
    </w:p>
    <w:p w:rsidR="00420F60" w:rsidRDefault="00420F60" w:rsidP="00282B69">
      <w:pPr>
        <w:jc w:val="center"/>
        <w:rPr>
          <w:sz w:val="18"/>
          <w:szCs w:val="18"/>
        </w:rPr>
      </w:pPr>
    </w:p>
    <w:p w:rsidR="00420F60" w:rsidRDefault="00420F60" w:rsidP="00282B69">
      <w:pPr>
        <w:jc w:val="center"/>
        <w:rPr>
          <w:sz w:val="18"/>
          <w:szCs w:val="18"/>
        </w:rPr>
      </w:pPr>
    </w:p>
    <w:p w:rsidR="00420F60" w:rsidRDefault="00420F60" w:rsidP="00282B69">
      <w:pPr>
        <w:jc w:val="center"/>
        <w:rPr>
          <w:sz w:val="18"/>
          <w:szCs w:val="18"/>
        </w:rPr>
      </w:pPr>
    </w:p>
    <w:p w:rsidR="00420F60" w:rsidRDefault="00420F60" w:rsidP="00282B69">
      <w:pPr>
        <w:jc w:val="center"/>
        <w:rPr>
          <w:sz w:val="18"/>
          <w:szCs w:val="18"/>
        </w:rPr>
      </w:pPr>
    </w:p>
    <w:p w:rsidR="00420F60" w:rsidRDefault="00420F60" w:rsidP="00282B69">
      <w:pPr>
        <w:jc w:val="center"/>
        <w:rPr>
          <w:sz w:val="18"/>
          <w:szCs w:val="18"/>
        </w:rPr>
      </w:pPr>
    </w:p>
    <w:p w:rsidR="00420F60" w:rsidRDefault="00420F60" w:rsidP="00282B69">
      <w:pPr>
        <w:jc w:val="center"/>
        <w:rPr>
          <w:sz w:val="18"/>
          <w:szCs w:val="18"/>
        </w:rPr>
      </w:pPr>
    </w:p>
    <w:p w:rsidR="00420F60" w:rsidRDefault="00420F60" w:rsidP="00282B69">
      <w:pPr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</w:p>
    <w:p w:rsidR="00420F60" w:rsidRDefault="00420F60" w:rsidP="00F01586">
      <w:pPr>
        <w:ind w:left="3540" w:firstLine="708"/>
        <w:jc w:val="center"/>
        <w:rPr>
          <w:sz w:val="18"/>
          <w:szCs w:val="18"/>
        </w:rPr>
      </w:pPr>
      <w:r>
        <w:rPr>
          <w:sz w:val="18"/>
          <w:szCs w:val="18"/>
        </w:rPr>
        <w:t>ZAŁĄCZNIK</w:t>
      </w:r>
    </w:p>
    <w:p w:rsidR="00420F60" w:rsidRPr="004068EF" w:rsidRDefault="00420F60" w:rsidP="00F01586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bookmarkStart w:id="0" w:name="_GoBack"/>
      <w:bookmarkEnd w:id="0"/>
      <w:r>
        <w:rPr>
          <w:sz w:val="18"/>
          <w:szCs w:val="18"/>
        </w:rPr>
        <w:t>do uchwały Nr XXXIV</w:t>
      </w:r>
      <w:r w:rsidRPr="004068EF">
        <w:rPr>
          <w:sz w:val="18"/>
          <w:szCs w:val="18"/>
        </w:rPr>
        <w:t>/</w:t>
      </w:r>
      <w:r>
        <w:rPr>
          <w:sz w:val="18"/>
          <w:szCs w:val="18"/>
        </w:rPr>
        <w:t>242/2014</w:t>
      </w:r>
    </w:p>
    <w:p w:rsidR="00420F60" w:rsidRPr="004068EF" w:rsidRDefault="00420F60" w:rsidP="00282B69">
      <w:pPr>
        <w:jc w:val="center"/>
        <w:rPr>
          <w:sz w:val="18"/>
          <w:szCs w:val="18"/>
        </w:rPr>
      </w:pPr>
      <w:r w:rsidRPr="004068EF">
        <w:rPr>
          <w:sz w:val="18"/>
          <w:szCs w:val="18"/>
        </w:rPr>
        <w:t xml:space="preserve">                                                                                                </w:t>
      </w:r>
      <w:r w:rsidRPr="004068EF">
        <w:rPr>
          <w:sz w:val="18"/>
          <w:szCs w:val="18"/>
        </w:rPr>
        <w:tab/>
        <w:t xml:space="preserve">            Rady Gminy w Starej Dąbrowie </w:t>
      </w:r>
    </w:p>
    <w:p w:rsidR="00420F60" w:rsidRPr="004068EF" w:rsidRDefault="00420F60" w:rsidP="00282B69">
      <w:pPr>
        <w:rPr>
          <w:sz w:val="18"/>
          <w:szCs w:val="18"/>
        </w:rPr>
      </w:pPr>
      <w:r w:rsidRPr="004068EF">
        <w:rPr>
          <w:sz w:val="18"/>
          <w:szCs w:val="18"/>
        </w:rPr>
        <w:t xml:space="preserve">                                                                                                         </w:t>
      </w:r>
      <w:r w:rsidRPr="004068EF">
        <w:rPr>
          <w:sz w:val="18"/>
          <w:szCs w:val="18"/>
        </w:rPr>
        <w:tab/>
      </w:r>
      <w:r w:rsidRPr="004068EF">
        <w:rPr>
          <w:sz w:val="18"/>
          <w:szCs w:val="18"/>
        </w:rPr>
        <w:tab/>
        <w:t xml:space="preserve">          z dnia </w:t>
      </w:r>
      <w:r>
        <w:rPr>
          <w:sz w:val="18"/>
          <w:szCs w:val="18"/>
        </w:rPr>
        <w:t>28</w:t>
      </w:r>
      <w:r w:rsidRPr="004068EF">
        <w:rPr>
          <w:sz w:val="18"/>
          <w:szCs w:val="18"/>
        </w:rPr>
        <w:t xml:space="preserve"> </w:t>
      </w:r>
      <w:r>
        <w:rPr>
          <w:sz w:val="18"/>
          <w:szCs w:val="18"/>
        </w:rPr>
        <w:t>marca 2014</w:t>
      </w:r>
      <w:r w:rsidRPr="004068EF">
        <w:rPr>
          <w:sz w:val="18"/>
          <w:szCs w:val="18"/>
        </w:rPr>
        <w:t xml:space="preserve"> r.</w:t>
      </w:r>
    </w:p>
    <w:p w:rsidR="00420F60" w:rsidRPr="004068EF" w:rsidRDefault="00420F60" w:rsidP="00282B69">
      <w:pPr>
        <w:jc w:val="both"/>
        <w:rPr>
          <w:b/>
          <w:bCs/>
          <w:sz w:val="22"/>
          <w:szCs w:val="22"/>
        </w:rPr>
      </w:pPr>
    </w:p>
    <w:p w:rsidR="00420F60" w:rsidRPr="004068EF" w:rsidRDefault="00420F60" w:rsidP="00282B69">
      <w:pPr>
        <w:jc w:val="both"/>
        <w:rPr>
          <w:b/>
          <w:bCs/>
        </w:rPr>
      </w:pPr>
    </w:p>
    <w:p w:rsidR="00420F60" w:rsidRPr="004068EF" w:rsidRDefault="00420F60" w:rsidP="00282B69">
      <w:pPr>
        <w:jc w:val="both"/>
        <w:rPr>
          <w:b/>
          <w:bCs/>
        </w:rPr>
      </w:pPr>
    </w:p>
    <w:p w:rsidR="00420F60" w:rsidRPr="006F3048" w:rsidRDefault="00420F60" w:rsidP="00282B69">
      <w:pPr>
        <w:pStyle w:val="BodyText"/>
        <w:rPr>
          <w:sz w:val="22"/>
          <w:szCs w:val="22"/>
        </w:rPr>
      </w:pPr>
      <w:r w:rsidRPr="006F3048">
        <w:rPr>
          <w:sz w:val="22"/>
          <w:szCs w:val="22"/>
        </w:rPr>
        <w:t>PROGRAM WSPIERANIA EDUKACJI UZDOLNIONYCH DZIECI I MŁODZIEŻY  Z GMINY STARA DABROWA.</w:t>
      </w:r>
    </w:p>
    <w:p w:rsidR="00420F60" w:rsidRPr="006F3048" w:rsidRDefault="00420F60" w:rsidP="00282B69">
      <w:pPr>
        <w:jc w:val="both"/>
        <w:rPr>
          <w:b/>
          <w:bCs/>
          <w:sz w:val="22"/>
          <w:szCs w:val="22"/>
        </w:rPr>
      </w:pPr>
    </w:p>
    <w:p w:rsidR="00420F60" w:rsidRPr="006F3048" w:rsidRDefault="00420F60" w:rsidP="00282B69">
      <w:pPr>
        <w:jc w:val="center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>Rozdział I</w:t>
      </w:r>
    </w:p>
    <w:p w:rsidR="00420F60" w:rsidRPr="006F3048" w:rsidRDefault="00420F60" w:rsidP="00282B69">
      <w:pPr>
        <w:jc w:val="center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 Cele przyznawania stypendiów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   § 1.</w:t>
      </w:r>
      <w:r w:rsidRPr="006F3048">
        <w:rPr>
          <w:sz w:val="22"/>
          <w:szCs w:val="22"/>
        </w:rPr>
        <w:t xml:space="preserve"> 1. Program ma na celu wspieranie edukacji uzdolnionych uczniów i s</w:t>
      </w:r>
      <w:r>
        <w:rPr>
          <w:sz w:val="22"/>
          <w:szCs w:val="22"/>
        </w:rPr>
        <w:t>tudentów,  stale zamieszkujących</w:t>
      </w:r>
      <w:r w:rsidRPr="006F3048">
        <w:rPr>
          <w:sz w:val="22"/>
          <w:szCs w:val="22"/>
        </w:rPr>
        <w:t xml:space="preserve"> na terenie  Gminy Stara Dąbrowa.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2. Ilekroć w programie jest mowa o:</w:t>
      </w:r>
    </w:p>
    <w:p w:rsidR="00420F60" w:rsidRPr="006F3048" w:rsidRDefault="00420F60" w:rsidP="00282B69">
      <w:pPr>
        <w:numPr>
          <w:ilvl w:val="0"/>
          <w:numId w:val="2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uczniu – rozumie się ucznia szkoły publicznej lub niepublicznej o uprawnieniach szkoły publicznej z wyjątkiem szkół podstawowych i szkół  dla dorosłych;</w:t>
      </w:r>
    </w:p>
    <w:p w:rsidR="00420F60" w:rsidRPr="006F3048" w:rsidRDefault="00420F60" w:rsidP="00282B69">
      <w:pPr>
        <w:numPr>
          <w:ilvl w:val="0"/>
          <w:numId w:val="2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 xml:space="preserve">studencie – rozumie się studenta studiów wyższych studiujących  w trybie stacjonarnym na uczelniach publicznych i niepublicznych z wpisem do rejestru uczelni niepublicznych, w wieku do 25 lat; </w:t>
      </w:r>
    </w:p>
    <w:p w:rsidR="00420F60" w:rsidRPr="006F3048" w:rsidRDefault="00420F60" w:rsidP="00282B69">
      <w:pPr>
        <w:numPr>
          <w:ilvl w:val="0"/>
          <w:numId w:val="2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stypendium – rozumie się stypendium finansowe, które może być przyznane  uczniowi/studentowi  na warunkach określonych w niniejszym programie;</w:t>
      </w:r>
    </w:p>
    <w:p w:rsidR="00420F60" w:rsidRPr="006F3048" w:rsidRDefault="00420F60" w:rsidP="00282B69">
      <w:pPr>
        <w:numPr>
          <w:ilvl w:val="0"/>
          <w:numId w:val="2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programie – rozumie się gminny program wspierania edukacji uzdolnionych uczniów i studentów,  stale zam</w:t>
      </w:r>
      <w:r>
        <w:rPr>
          <w:sz w:val="22"/>
          <w:szCs w:val="22"/>
        </w:rPr>
        <w:t>ieszkałych</w:t>
      </w:r>
      <w:r w:rsidRPr="006F3048">
        <w:rPr>
          <w:sz w:val="22"/>
          <w:szCs w:val="22"/>
        </w:rPr>
        <w:t xml:space="preserve"> na terenie  Gminy Stara Dąbrowa.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</w:p>
    <w:p w:rsidR="00420F60" w:rsidRPr="006F3048" w:rsidRDefault="00420F60" w:rsidP="00282B69">
      <w:pPr>
        <w:jc w:val="center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>Rozdział II</w:t>
      </w:r>
    </w:p>
    <w:p w:rsidR="00420F60" w:rsidRPr="006F3048" w:rsidRDefault="00420F60" w:rsidP="00282B69">
      <w:pPr>
        <w:jc w:val="center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>Forma realizacji programu</w:t>
      </w:r>
    </w:p>
    <w:p w:rsidR="00420F60" w:rsidRPr="006F3048" w:rsidRDefault="00420F60" w:rsidP="00282B69">
      <w:pPr>
        <w:jc w:val="both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  §2.1. </w:t>
      </w:r>
      <w:r w:rsidRPr="00E651CC">
        <w:rPr>
          <w:rFonts w:eastAsia="Times New Roman"/>
          <w:sz w:val="22"/>
          <w:szCs w:val="22"/>
        </w:rPr>
        <w:t>.Program jest realizowany w formie stypendium Wójta Gminy.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  2. </w:t>
      </w:r>
      <w:r w:rsidRPr="006F3048">
        <w:rPr>
          <w:sz w:val="22"/>
          <w:szCs w:val="22"/>
        </w:rPr>
        <w:t xml:space="preserve">Program obejmuje uczniów i studentów, którzy osiągają wysokie wyniki w nauce oraz znaczące osiągnięcia w dziedzinie : </w:t>
      </w:r>
    </w:p>
    <w:p w:rsidR="00420F60" w:rsidRPr="006F3048" w:rsidRDefault="00420F60" w:rsidP="00282B69">
      <w:pPr>
        <w:numPr>
          <w:ilvl w:val="0"/>
          <w:numId w:val="5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 xml:space="preserve">nauki, </w:t>
      </w:r>
    </w:p>
    <w:p w:rsidR="00420F60" w:rsidRPr="006F3048" w:rsidRDefault="00420F60" w:rsidP="00282B69">
      <w:pPr>
        <w:numPr>
          <w:ilvl w:val="0"/>
          <w:numId w:val="5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 xml:space="preserve">kultury, </w:t>
      </w:r>
    </w:p>
    <w:p w:rsidR="00420F60" w:rsidRPr="006F3048" w:rsidRDefault="00420F60" w:rsidP="00282B69">
      <w:pPr>
        <w:numPr>
          <w:ilvl w:val="0"/>
          <w:numId w:val="5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 xml:space="preserve">kultury fizycznej i sportu. 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3. </w:t>
      </w:r>
      <w:r w:rsidRPr="006F3048">
        <w:rPr>
          <w:sz w:val="22"/>
          <w:szCs w:val="22"/>
        </w:rPr>
        <w:t>W ramach programu może być przyznane stypendium</w:t>
      </w:r>
      <w:r w:rsidRPr="006F3048">
        <w:rPr>
          <w:b/>
          <w:bCs/>
          <w:sz w:val="22"/>
          <w:szCs w:val="22"/>
        </w:rPr>
        <w:t xml:space="preserve"> </w:t>
      </w:r>
      <w:r w:rsidRPr="006F3048">
        <w:rPr>
          <w:sz w:val="22"/>
          <w:szCs w:val="22"/>
        </w:rPr>
        <w:t>naukowe uczniom spełniającym co najmniej jeden z poniższych warunków: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>1)</w:t>
      </w:r>
      <w:r w:rsidRPr="006F3048">
        <w:rPr>
          <w:sz w:val="22"/>
          <w:szCs w:val="22"/>
        </w:rPr>
        <w:t xml:space="preserve"> posiadają co najmniej wyróżniającą ocenę ze sprawowania i osiągają wysokie wyniki w nauce:</w:t>
      </w:r>
    </w:p>
    <w:p w:rsidR="00420F60" w:rsidRPr="006F3048" w:rsidRDefault="00420F60" w:rsidP="00282B69">
      <w:pPr>
        <w:jc w:val="both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     a)</w:t>
      </w:r>
      <w:r w:rsidRPr="006F3048">
        <w:rPr>
          <w:sz w:val="22"/>
          <w:szCs w:val="22"/>
        </w:rPr>
        <w:t xml:space="preserve">  w szkole gimnazjalnej   – średnia ocen minimum </w:t>
      </w:r>
      <w:r w:rsidRPr="006F3048">
        <w:rPr>
          <w:b/>
          <w:bCs/>
          <w:sz w:val="22"/>
          <w:szCs w:val="22"/>
        </w:rPr>
        <w:t>5,0</w:t>
      </w:r>
    </w:p>
    <w:p w:rsidR="00420F60" w:rsidRPr="006F3048" w:rsidRDefault="00420F60" w:rsidP="00282B69">
      <w:pPr>
        <w:jc w:val="both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     b)</w:t>
      </w:r>
      <w:r w:rsidRPr="006F3048">
        <w:rPr>
          <w:sz w:val="22"/>
          <w:szCs w:val="22"/>
        </w:rPr>
        <w:t xml:space="preserve"> w szkole  ponagimnazjalnej  – średnia ocen minimum </w:t>
      </w:r>
      <w:r w:rsidRPr="006F3048">
        <w:rPr>
          <w:b/>
          <w:bCs/>
          <w:sz w:val="22"/>
          <w:szCs w:val="22"/>
        </w:rPr>
        <w:t>4,75;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>2)</w:t>
      </w:r>
      <w:r w:rsidRPr="006F3048">
        <w:rPr>
          <w:sz w:val="22"/>
          <w:szCs w:val="22"/>
        </w:rPr>
        <w:t xml:space="preserve"> są laureatami olimpiad, konkursów przedmiotowych na szczeblu co najmniej powiatowym,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>3)</w:t>
      </w:r>
      <w:r w:rsidRPr="006F3048">
        <w:rPr>
          <w:sz w:val="22"/>
          <w:szCs w:val="22"/>
        </w:rPr>
        <w:t xml:space="preserve">     legitymują się bardzo dobrymi osiągnięciami sportowymi lub artystycznymi na szczeblu co najmniej powiatowym.</w:t>
      </w:r>
    </w:p>
    <w:p w:rsidR="00420F60" w:rsidRPr="006F3048" w:rsidRDefault="00420F60" w:rsidP="00282B69">
      <w:pPr>
        <w:jc w:val="both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 4.</w:t>
      </w:r>
      <w:r w:rsidRPr="006F3048">
        <w:rPr>
          <w:sz w:val="22"/>
          <w:szCs w:val="22"/>
        </w:rPr>
        <w:t xml:space="preserve"> W ramach programu może być przyznane stypendium  naukowe  studentowi, który uzyskał  średnią ocen minimum  </w:t>
      </w:r>
      <w:r w:rsidRPr="006F3048">
        <w:rPr>
          <w:b/>
          <w:bCs/>
          <w:sz w:val="22"/>
          <w:szCs w:val="22"/>
        </w:rPr>
        <w:t>4,5.</w:t>
      </w:r>
    </w:p>
    <w:p w:rsidR="00420F60" w:rsidRPr="006F3048" w:rsidRDefault="00420F60" w:rsidP="00282B69">
      <w:pPr>
        <w:jc w:val="both"/>
        <w:rPr>
          <w:b/>
          <w:bCs/>
          <w:sz w:val="22"/>
          <w:szCs w:val="22"/>
        </w:rPr>
      </w:pPr>
    </w:p>
    <w:p w:rsidR="00420F60" w:rsidRPr="006F3048" w:rsidRDefault="00420F60" w:rsidP="00282B69">
      <w:pPr>
        <w:jc w:val="center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>Rozdział III</w:t>
      </w:r>
    </w:p>
    <w:p w:rsidR="00420F60" w:rsidRPr="006F3048" w:rsidRDefault="00420F60" w:rsidP="00282B69">
      <w:pPr>
        <w:jc w:val="center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>Tryb postępowania w sprawie przyznawania stypendiów naukowych.</w:t>
      </w:r>
    </w:p>
    <w:p w:rsidR="00420F60" w:rsidRPr="006F3048" w:rsidRDefault="00420F60" w:rsidP="00282B69">
      <w:pPr>
        <w:jc w:val="center"/>
        <w:rPr>
          <w:b/>
          <w:bCs/>
          <w:sz w:val="22"/>
          <w:szCs w:val="22"/>
        </w:rPr>
      </w:pP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   § 3. 1</w:t>
      </w:r>
      <w:r w:rsidRPr="006F3048">
        <w:rPr>
          <w:sz w:val="22"/>
          <w:szCs w:val="22"/>
        </w:rPr>
        <w:t>. Wnioski o przyznanie stypendium dla uczniów po uprzednim potwierdzeniu średniej ocen przez szkołę, mogą zgłaszać:</w:t>
      </w:r>
    </w:p>
    <w:p w:rsidR="00420F60" w:rsidRPr="006F3048" w:rsidRDefault="00420F60" w:rsidP="00282B69">
      <w:pPr>
        <w:numPr>
          <w:ilvl w:val="0"/>
          <w:numId w:val="3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dyrektorzy szkół i placówek oświatowych, instytucji kultury i sportowych,</w:t>
      </w:r>
    </w:p>
    <w:p w:rsidR="00420F60" w:rsidRPr="006F3048" w:rsidRDefault="00420F60" w:rsidP="00282B69">
      <w:pPr>
        <w:numPr>
          <w:ilvl w:val="0"/>
          <w:numId w:val="3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rodzice lub prawni opiekunowie,</w:t>
      </w:r>
    </w:p>
    <w:p w:rsidR="00420F60" w:rsidRPr="006F3048" w:rsidRDefault="00420F60" w:rsidP="00282B69">
      <w:pPr>
        <w:numPr>
          <w:ilvl w:val="0"/>
          <w:numId w:val="3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pełnoletni uczniowie,</w:t>
      </w:r>
    </w:p>
    <w:p w:rsidR="00420F60" w:rsidRPr="006F3048" w:rsidRDefault="00420F60" w:rsidP="00282B69">
      <w:pPr>
        <w:numPr>
          <w:ilvl w:val="0"/>
          <w:numId w:val="3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organizacje pozarządowe.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   2</w:t>
      </w:r>
      <w:r w:rsidRPr="006F3048">
        <w:rPr>
          <w:sz w:val="22"/>
          <w:szCs w:val="22"/>
        </w:rPr>
        <w:t>. Wnioski o przyznanie stypendium dla studentów składają sami zainteresowani studenci po uprzednim potwierdzeniu średniej ocen przez uczelnię.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>3.</w:t>
      </w:r>
      <w:r w:rsidRPr="006F3048">
        <w:rPr>
          <w:sz w:val="22"/>
          <w:szCs w:val="22"/>
        </w:rPr>
        <w:t xml:space="preserve"> Wnioski o udzielenie stypendium można odbierać i składać w referacie organizacyjnym Urzędu Gminy na stanowisku ds. kadr i oświaty.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4. </w:t>
      </w:r>
      <w:r w:rsidRPr="006F3048">
        <w:rPr>
          <w:sz w:val="22"/>
          <w:szCs w:val="22"/>
        </w:rPr>
        <w:t xml:space="preserve"> Wniosek, stanowiący załącznik  gminnego programu wpierania edukacji uzdolnionych uczniów i studentów, powinien zawierać: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>a)</w:t>
      </w:r>
      <w:r w:rsidRPr="006F3048">
        <w:rPr>
          <w:sz w:val="22"/>
          <w:szCs w:val="22"/>
        </w:rPr>
        <w:t xml:space="preserve"> w przypadku ucznia – opinię  właściwego dyrektora szkoły wraz z potwierdzoną średnią ocen za ostatni rok szkolny/semestr albo kserokopię dokumentów potwierdzające osiągnięcia uczniów, potwierdzone za zgodność z oryginałem,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>b)</w:t>
      </w:r>
      <w:r w:rsidRPr="006F3048">
        <w:rPr>
          <w:sz w:val="22"/>
          <w:szCs w:val="22"/>
        </w:rPr>
        <w:t xml:space="preserve"> w przypadku studenta –  potwierdzenie z uczelni średniej ocen za ostatni rok akademicki/ semestr lub dokumenty potwierdzające osiągnięcia sportowe lub  artystyczne. 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>5.</w:t>
      </w:r>
      <w:r w:rsidRPr="006F3048">
        <w:rPr>
          <w:sz w:val="22"/>
          <w:szCs w:val="22"/>
        </w:rPr>
        <w:t xml:space="preserve">  Terminy składnia wniosków określa się następująco:</w:t>
      </w:r>
    </w:p>
    <w:p w:rsidR="00420F60" w:rsidRPr="006F3048" w:rsidRDefault="00420F60" w:rsidP="00282B69">
      <w:pPr>
        <w:numPr>
          <w:ilvl w:val="0"/>
          <w:numId w:val="4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do 28 lutego – za I semestr,</w:t>
      </w:r>
    </w:p>
    <w:p w:rsidR="00420F60" w:rsidRPr="006F3048" w:rsidRDefault="00420F60" w:rsidP="00282B69">
      <w:pPr>
        <w:numPr>
          <w:ilvl w:val="0"/>
          <w:numId w:val="4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do 30 września - za miniony rok szkolny bądź  rok akademicki.</w:t>
      </w:r>
    </w:p>
    <w:p w:rsidR="00420F60" w:rsidRPr="006F3048" w:rsidRDefault="00420F60" w:rsidP="00282B69">
      <w:pPr>
        <w:ind w:left="360"/>
        <w:jc w:val="both"/>
        <w:rPr>
          <w:sz w:val="22"/>
          <w:szCs w:val="22"/>
        </w:rPr>
      </w:pPr>
      <w:r w:rsidRPr="006F3048">
        <w:rPr>
          <w:sz w:val="22"/>
          <w:szCs w:val="22"/>
        </w:rPr>
        <w:t xml:space="preserve">2. Wnioski, które wpłyną </w:t>
      </w:r>
      <w:r>
        <w:rPr>
          <w:sz w:val="22"/>
          <w:szCs w:val="22"/>
        </w:rPr>
        <w:t>po terminach określonych w ust.5</w:t>
      </w:r>
      <w:r w:rsidRPr="006F3048">
        <w:rPr>
          <w:sz w:val="22"/>
          <w:szCs w:val="22"/>
        </w:rPr>
        <w:t xml:space="preserve"> nie będą rozpatrywane. </w:t>
      </w:r>
    </w:p>
    <w:p w:rsidR="00420F60" w:rsidRPr="006F3048" w:rsidRDefault="00420F60" w:rsidP="00282B69">
      <w:pPr>
        <w:ind w:left="360"/>
        <w:jc w:val="both"/>
        <w:rPr>
          <w:sz w:val="22"/>
          <w:szCs w:val="22"/>
        </w:rPr>
      </w:pPr>
    </w:p>
    <w:p w:rsidR="00420F60" w:rsidRPr="006F3048" w:rsidRDefault="00420F60" w:rsidP="00282B69">
      <w:pPr>
        <w:ind w:left="360"/>
        <w:jc w:val="center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>Rozdział IV</w:t>
      </w:r>
    </w:p>
    <w:p w:rsidR="00420F60" w:rsidRPr="006F3048" w:rsidRDefault="00420F60" w:rsidP="00282B69">
      <w:pPr>
        <w:ind w:left="360"/>
        <w:jc w:val="center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>Zakres stypendium</w:t>
      </w:r>
    </w:p>
    <w:p w:rsidR="00420F60" w:rsidRPr="006F3048" w:rsidRDefault="00420F60" w:rsidP="00282B69">
      <w:pPr>
        <w:ind w:left="360"/>
        <w:jc w:val="center"/>
        <w:rPr>
          <w:b/>
          <w:bCs/>
          <w:sz w:val="22"/>
          <w:szCs w:val="22"/>
        </w:rPr>
      </w:pP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    § 4.</w:t>
      </w:r>
      <w:r w:rsidRPr="006F3048">
        <w:rPr>
          <w:sz w:val="22"/>
          <w:szCs w:val="22"/>
        </w:rPr>
        <w:t xml:space="preserve"> 1.Stypendium przyznaje Wójt Gminy.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sz w:val="22"/>
          <w:szCs w:val="22"/>
        </w:rPr>
        <w:t xml:space="preserve">2. Na podstawie przyznanych przez Radę Gminy w budżecie środków, Wójt  określa corocznie wysokość stypendium oraz ilość stypendystów w ramach programu  wspierania edukacji uzdolnionych uczniów i studentów, wydając stosowane zarządzenie. 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3. Stypendium przyznaje się jednorazowo po zakończeniu pierwszego semestru w roku szkolnym albo akademickim  i po zakończeniu roku szkolnego albo akademickiego.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sz w:val="22"/>
          <w:szCs w:val="22"/>
        </w:rPr>
        <w:t xml:space="preserve">4. Stypendium wypłacane jest w kasie Urzędu Gminy bądź na wskazany rachunek bankowy. 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5.  Przyznane stypendium cofa się jeżeli uczeń/student:</w:t>
      </w:r>
    </w:p>
    <w:p w:rsidR="00420F60" w:rsidRPr="006F3048" w:rsidRDefault="00420F60" w:rsidP="00282B69">
      <w:pPr>
        <w:pStyle w:val="ListParagraph"/>
        <w:numPr>
          <w:ilvl w:val="0"/>
          <w:numId w:val="6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 xml:space="preserve">w okresie od przyznania stypendium, a przed jego wypłatą zmienił miejsce </w:t>
      </w:r>
      <w:r>
        <w:rPr>
          <w:sz w:val="22"/>
          <w:szCs w:val="22"/>
        </w:rPr>
        <w:t>zamieszkania</w:t>
      </w:r>
      <w:r w:rsidRPr="006F3048">
        <w:rPr>
          <w:sz w:val="22"/>
          <w:szCs w:val="22"/>
        </w:rPr>
        <w:t>, na miejsce poza Gminę Stara Dąbrowa;</w:t>
      </w:r>
    </w:p>
    <w:p w:rsidR="00420F60" w:rsidRPr="006F3048" w:rsidRDefault="00420F60" w:rsidP="00282B69">
      <w:pPr>
        <w:pStyle w:val="ListParagraph"/>
        <w:numPr>
          <w:ilvl w:val="0"/>
          <w:numId w:val="6"/>
        </w:numPr>
        <w:jc w:val="both"/>
        <w:rPr>
          <w:sz w:val="22"/>
          <w:szCs w:val="22"/>
        </w:rPr>
      </w:pPr>
      <w:r w:rsidRPr="006F3048">
        <w:rPr>
          <w:sz w:val="22"/>
          <w:szCs w:val="22"/>
        </w:rPr>
        <w:t>uzyskał stypendium na podstawie nieprawdziwych danych.</w:t>
      </w:r>
    </w:p>
    <w:p w:rsidR="00420F60" w:rsidRPr="006F3048" w:rsidRDefault="00420F60" w:rsidP="00282B69">
      <w:pPr>
        <w:jc w:val="both"/>
        <w:rPr>
          <w:sz w:val="22"/>
          <w:szCs w:val="22"/>
        </w:rPr>
      </w:pPr>
      <w:r w:rsidRPr="006F3048">
        <w:rPr>
          <w:sz w:val="22"/>
          <w:szCs w:val="22"/>
        </w:rPr>
        <w:t xml:space="preserve">6. Szkoła, student, rodzice ucznia lub jego prawni opiekunowie zobowiązani są do natychmiastowego powiadomienia Wójta Gminy Stara Dąbrowa o zaistnieniu okoliczności uzasadniających cofnięcie stypendium </w:t>
      </w:r>
    </w:p>
    <w:p w:rsidR="00420F60" w:rsidRPr="006F3048" w:rsidRDefault="00420F60" w:rsidP="00282B69">
      <w:pPr>
        <w:ind w:left="360"/>
        <w:jc w:val="both"/>
        <w:rPr>
          <w:sz w:val="22"/>
          <w:szCs w:val="22"/>
        </w:rPr>
      </w:pPr>
    </w:p>
    <w:p w:rsidR="00420F60" w:rsidRPr="006F3048" w:rsidRDefault="00420F60" w:rsidP="00282B69">
      <w:pPr>
        <w:ind w:left="360"/>
        <w:jc w:val="center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>Rozdział V</w:t>
      </w:r>
    </w:p>
    <w:p w:rsidR="00420F60" w:rsidRPr="006F3048" w:rsidRDefault="00420F60" w:rsidP="00282B69">
      <w:pPr>
        <w:ind w:left="360"/>
        <w:jc w:val="center"/>
        <w:rPr>
          <w:b/>
          <w:bCs/>
          <w:sz w:val="22"/>
          <w:szCs w:val="22"/>
        </w:rPr>
      </w:pPr>
      <w:r w:rsidRPr="006F3048">
        <w:rPr>
          <w:b/>
          <w:bCs/>
          <w:sz w:val="22"/>
          <w:szCs w:val="22"/>
        </w:rPr>
        <w:t>Wysokość stypendium</w:t>
      </w:r>
    </w:p>
    <w:p w:rsidR="00420F60" w:rsidRPr="006F3048" w:rsidRDefault="00420F60" w:rsidP="00282B69">
      <w:pPr>
        <w:ind w:left="360"/>
        <w:rPr>
          <w:sz w:val="22"/>
          <w:szCs w:val="22"/>
        </w:rPr>
      </w:pPr>
    </w:p>
    <w:p w:rsidR="00420F60" w:rsidRPr="006F3048" w:rsidRDefault="00420F60" w:rsidP="00282B69">
      <w:pPr>
        <w:ind w:left="360"/>
        <w:jc w:val="both"/>
        <w:rPr>
          <w:sz w:val="22"/>
          <w:szCs w:val="22"/>
        </w:rPr>
      </w:pPr>
      <w:r w:rsidRPr="006F3048">
        <w:rPr>
          <w:b/>
          <w:bCs/>
          <w:sz w:val="22"/>
          <w:szCs w:val="22"/>
        </w:rPr>
        <w:t xml:space="preserve">§ 5. 1. </w:t>
      </w:r>
      <w:r w:rsidRPr="006F3048">
        <w:rPr>
          <w:sz w:val="22"/>
          <w:szCs w:val="22"/>
        </w:rPr>
        <w:t>Wysokość środków finansowanych przeznaczonych na stypendium Wójta Gminy Stara Dąbrowa określa na dany rok uchwała budżetowa.</w:t>
      </w:r>
    </w:p>
    <w:p w:rsidR="00420F60" w:rsidRPr="009B62D7" w:rsidRDefault="00420F60" w:rsidP="000C50DB">
      <w:pPr>
        <w:ind w:left="360"/>
        <w:jc w:val="both"/>
        <w:rPr>
          <w:color w:val="000000"/>
          <w:sz w:val="22"/>
          <w:szCs w:val="22"/>
        </w:rPr>
      </w:pPr>
      <w:r w:rsidRPr="006F3048">
        <w:rPr>
          <w:b/>
          <w:bCs/>
          <w:sz w:val="22"/>
          <w:szCs w:val="22"/>
        </w:rPr>
        <w:t>2.</w:t>
      </w:r>
      <w:r w:rsidRPr="006F3048">
        <w:rPr>
          <w:sz w:val="22"/>
          <w:szCs w:val="22"/>
        </w:rPr>
        <w:t xml:space="preserve"> Wysokość środków finansowych, o</w:t>
      </w:r>
      <w:r>
        <w:rPr>
          <w:sz w:val="22"/>
          <w:szCs w:val="22"/>
        </w:rPr>
        <w:t xml:space="preserve"> której mowa w ust. 1, winna</w:t>
      </w:r>
      <w:r w:rsidRPr="006F3048">
        <w:rPr>
          <w:sz w:val="22"/>
          <w:szCs w:val="22"/>
        </w:rPr>
        <w:t xml:space="preserve"> zabezpieczyć potrzeby na </w:t>
      </w:r>
      <w:r w:rsidRPr="009B62D7">
        <w:rPr>
          <w:color w:val="000000"/>
          <w:sz w:val="22"/>
          <w:szCs w:val="22"/>
        </w:rPr>
        <w:t>wypłatę stypendiów Wójta Gminy Stara Dąbrowa, ustalonych według poniższych zasad:</w:t>
      </w:r>
    </w:p>
    <w:p w:rsidR="00420F60" w:rsidRPr="009B62D7" w:rsidRDefault="00420F60" w:rsidP="000C50DB">
      <w:pPr>
        <w:ind w:left="360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9B62D7">
        <w:rPr>
          <w:rFonts w:eastAsia="Times New Roman"/>
          <w:color w:val="000000"/>
          <w:sz w:val="22"/>
          <w:szCs w:val="22"/>
          <w:lang w:eastAsia="en-US"/>
        </w:rPr>
        <w:t>1) uczniowi spełniającemu warunek określony w §</w:t>
      </w:r>
      <w:r>
        <w:rPr>
          <w:rFonts w:eastAsia="Times New Roman"/>
          <w:color w:val="000000"/>
          <w:sz w:val="22"/>
          <w:szCs w:val="22"/>
          <w:lang w:eastAsia="en-US"/>
        </w:rPr>
        <w:t>2 ust</w:t>
      </w:r>
      <w:r w:rsidRPr="009B62D7">
        <w:rPr>
          <w:rFonts w:eastAsia="Times New Roman"/>
          <w:color w:val="000000"/>
          <w:sz w:val="22"/>
          <w:szCs w:val="22"/>
          <w:lang w:eastAsia="en-US"/>
        </w:rPr>
        <w:t>. 3</w:t>
      </w:r>
      <w:r>
        <w:rPr>
          <w:rFonts w:eastAsia="Times New Roman"/>
          <w:color w:val="000000"/>
          <w:sz w:val="22"/>
          <w:szCs w:val="22"/>
          <w:lang w:eastAsia="en-US"/>
        </w:rPr>
        <w:t xml:space="preserve"> pkt</w:t>
      </w:r>
      <w:r w:rsidRPr="009B62D7">
        <w:rPr>
          <w:rFonts w:eastAsia="Times New Roman"/>
          <w:color w:val="000000"/>
          <w:sz w:val="22"/>
          <w:szCs w:val="22"/>
          <w:lang w:eastAsia="en-US"/>
        </w:rPr>
        <w:t>. 1 niniejszego Regulaminu przysługuje jednorazowe stypendium maksymalnie do wysokości 300,00 zł,</w:t>
      </w:r>
    </w:p>
    <w:p w:rsidR="00420F60" w:rsidRPr="009B62D7" w:rsidRDefault="00420F60" w:rsidP="000C50DB">
      <w:pPr>
        <w:ind w:left="357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9B62D7">
        <w:rPr>
          <w:rFonts w:eastAsia="Times New Roman"/>
          <w:color w:val="000000"/>
          <w:sz w:val="22"/>
          <w:szCs w:val="22"/>
          <w:lang w:eastAsia="en-US"/>
        </w:rPr>
        <w:t>2) uczniowi spełniającemu warunek określony</w:t>
      </w:r>
      <w:r>
        <w:rPr>
          <w:rFonts w:eastAsia="Times New Roman"/>
          <w:color w:val="000000"/>
          <w:sz w:val="22"/>
          <w:szCs w:val="22"/>
          <w:lang w:eastAsia="en-US"/>
        </w:rPr>
        <w:t xml:space="preserve"> w §2 ust</w:t>
      </w:r>
      <w:r w:rsidRPr="009B62D7">
        <w:rPr>
          <w:rFonts w:eastAsia="Times New Roman"/>
          <w:color w:val="000000"/>
          <w:sz w:val="22"/>
          <w:szCs w:val="22"/>
          <w:lang w:eastAsia="en-US"/>
        </w:rPr>
        <w:t xml:space="preserve">. 3 </w:t>
      </w:r>
      <w:r>
        <w:rPr>
          <w:rFonts w:eastAsia="Times New Roman"/>
          <w:color w:val="000000"/>
          <w:sz w:val="22"/>
          <w:szCs w:val="22"/>
          <w:lang w:eastAsia="en-US"/>
        </w:rPr>
        <w:t>pkt</w:t>
      </w:r>
      <w:r w:rsidRPr="009B62D7">
        <w:rPr>
          <w:rFonts w:eastAsia="Times New Roman"/>
          <w:color w:val="000000"/>
          <w:sz w:val="22"/>
          <w:szCs w:val="22"/>
          <w:lang w:eastAsia="en-US"/>
        </w:rPr>
        <w:t xml:space="preserve">. 2 niniejszego Regulaminu przysługuje jednorazowe stypendium maksymalnie do wysokości 300,00 zł </w:t>
      </w:r>
    </w:p>
    <w:p w:rsidR="00420F60" w:rsidRPr="009B62D7" w:rsidRDefault="00420F60" w:rsidP="000C50DB">
      <w:pPr>
        <w:ind w:left="357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9B62D7">
        <w:rPr>
          <w:rFonts w:eastAsia="Times New Roman"/>
          <w:color w:val="000000"/>
          <w:sz w:val="22"/>
          <w:szCs w:val="22"/>
          <w:lang w:eastAsia="en-US"/>
        </w:rPr>
        <w:t>3) uczniowi spełniającemu warunek określony</w:t>
      </w:r>
      <w:r>
        <w:rPr>
          <w:rFonts w:eastAsia="Times New Roman"/>
          <w:color w:val="000000"/>
          <w:sz w:val="22"/>
          <w:szCs w:val="22"/>
          <w:lang w:eastAsia="en-US"/>
        </w:rPr>
        <w:t xml:space="preserve"> w §2 ust</w:t>
      </w:r>
      <w:r w:rsidRPr="009B62D7">
        <w:rPr>
          <w:rFonts w:eastAsia="Times New Roman"/>
          <w:color w:val="000000"/>
          <w:sz w:val="22"/>
          <w:szCs w:val="22"/>
          <w:lang w:eastAsia="en-US"/>
        </w:rPr>
        <w:t xml:space="preserve">. 3 </w:t>
      </w:r>
      <w:r>
        <w:rPr>
          <w:rFonts w:eastAsia="Times New Roman"/>
          <w:color w:val="000000"/>
          <w:sz w:val="22"/>
          <w:szCs w:val="22"/>
          <w:lang w:eastAsia="en-US"/>
        </w:rPr>
        <w:t>pkt</w:t>
      </w:r>
      <w:r w:rsidRPr="009B62D7">
        <w:rPr>
          <w:rFonts w:eastAsia="Times New Roman"/>
          <w:color w:val="000000"/>
          <w:sz w:val="22"/>
          <w:szCs w:val="22"/>
          <w:lang w:eastAsia="en-US"/>
        </w:rPr>
        <w:t xml:space="preserve">.3 niniejszego Regulaminu przysługuje jednorazowe stypendium maksymalnie do wysokości 300,00 zł. </w:t>
      </w:r>
    </w:p>
    <w:p w:rsidR="00420F60" w:rsidRPr="009B62D7" w:rsidRDefault="00420F60" w:rsidP="000C50DB">
      <w:pPr>
        <w:ind w:left="357"/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9B62D7">
        <w:rPr>
          <w:rFonts w:eastAsia="Times New Roman"/>
          <w:color w:val="000000"/>
          <w:sz w:val="22"/>
          <w:szCs w:val="22"/>
          <w:lang w:eastAsia="en-US"/>
        </w:rPr>
        <w:t>4) uczniowi spełnia</w:t>
      </w:r>
      <w:r>
        <w:rPr>
          <w:rFonts w:eastAsia="Times New Roman"/>
          <w:color w:val="000000"/>
          <w:sz w:val="22"/>
          <w:szCs w:val="22"/>
          <w:lang w:eastAsia="en-US"/>
        </w:rPr>
        <w:t>jącemu warunek określony w §2 ust</w:t>
      </w:r>
      <w:r w:rsidRPr="009B62D7">
        <w:rPr>
          <w:rFonts w:eastAsia="Times New Roman"/>
          <w:color w:val="000000"/>
          <w:sz w:val="22"/>
          <w:szCs w:val="22"/>
          <w:lang w:eastAsia="en-US"/>
        </w:rPr>
        <w:t xml:space="preserve">. 4 niniejszego Regulaminu przysługuje jednorazowe stypendium maksymalnie do wysokości 300,00 zł. </w:t>
      </w:r>
    </w:p>
    <w:p w:rsidR="00420F60" w:rsidRPr="009B62D7" w:rsidRDefault="00420F60" w:rsidP="000C50DB">
      <w:pPr>
        <w:ind w:left="357"/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420F60" w:rsidRPr="009B62D7" w:rsidRDefault="00420F60">
      <w:pPr>
        <w:rPr>
          <w:color w:val="000000"/>
        </w:rPr>
      </w:pPr>
    </w:p>
    <w:sectPr w:rsidR="00420F60" w:rsidRPr="009B62D7" w:rsidSect="00D65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34E6"/>
    <w:multiLevelType w:val="hybridMultilevel"/>
    <w:tmpl w:val="E84423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804A8"/>
    <w:multiLevelType w:val="singleLevel"/>
    <w:tmpl w:val="446416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2">
    <w:nsid w:val="38C17C32"/>
    <w:multiLevelType w:val="hybridMultilevel"/>
    <w:tmpl w:val="FEB02D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303519"/>
    <w:multiLevelType w:val="hybridMultilevel"/>
    <w:tmpl w:val="D36678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73436B"/>
    <w:multiLevelType w:val="hybridMultilevel"/>
    <w:tmpl w:val="CDD84F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2159BE"/>
    <w:multiLevelType w:val="singleLevel"/>
    <w:tmpl w:val="D7B4C3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6">
    <w:nsid w:val="69646F48"/>
    <w:multiLevelType w:val="hybridMultilevel"/>
    <w:tmpl w:val="4666088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681C7E"/>
    <w:multiLevelType w:val="hybridMultilevel"/>
    <w:tmpl w:val="1422D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6B670B"/>
    <w:multiLevelType w:val="hybridMultilevel"/>
    <w:tmpl w:val="D9F4F3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8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43F6"/>
    <w:rsid w:val="000C50DB"/>
    <w:rsid w:val="0014341B"/>
    <w:rsid w:val="001F0666"/>
    <w:rsid w:val="00276882"/>
    <w:rsid w:val="00282B69"/>
    <w:rsid w:val="00386A92"/>
    <w:rsid w:val="003B0368"/>
    <w:rsid w:val="003D573F"/>
    <w:rsid w:val="003D728B"/>
    <w:rsid w:val="004068EF"/>
    <w:rsid w:val="00420F60"/>
    <w:rsid w:val="005837DD"/>
    <w:rsid w:val="00631AF8"/>
    <w:rsid w:val="006F3048"/>
    <w:rsid w:val="0087003E"/>
    <w:rsid w:val="0093420D"/>
    <w:rsid w:val="009B62D7"/>
    <w:rsid w:val="00A10E64"/>
    <w:rsid w:val="00A863B3"/>
    <w:rsid w:val="00AE4C0C"/>
    <w:rsid w:val="00B943F6"/>
    <w:rsid w:val="00C42FED"/>
    <w:rsid w:val="00CE396E"/>
    <w:rsid w:val="00D1530A"/>
    <w:rsid w:val="00D572F9"/>
    <w:rsid w:val="00D65044"/>
    <w:rsid w:val="00D95BCC"/>
    <w:rsid w:val="00E651CC"/>
    <w:rsid w:val="00F01586"/>
    <w:rsid w:val="00F13C7B"/>
    <w:rsid w:val="00F52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B69"/>
    <w:rPr>
      <w:rFonts w:ascii="Times New Roman" w:eastAsia="SimSu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82B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2B6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rsid w:val="00282B6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82B69"/>
    <w:rPr>
      <w:rFonts w:ascii="Times New Roman" w:eastAsia="SimSun" w:hAnsi="Times New Roman" w:cs="Times New Roman"/>
      <w:b/>
      <w:bCs/>
      <w:sz w:val="24"/>
      <w:szCs w:val="24"/>
      <w:lang w:eastAsia="pl-PL"/>
    </w:rPr>
  </w:style>
  <w:style w:type="paragraph" w:styleId="ListParagraph">
    <w:name w:val="List Paragraph"/>
    <w:basedOn w:val="Normal"/>
    <w:uiPriority w:val="99"/>
    <w:qFormat/>
    <w:rsid w:val="00282B6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55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1462</Words>
  <Characters>8778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XXXIV/242/2014</dc:title>
  <dc:subject/>
  <dc:creator>kadry</dc:creator>
  <cp:keywords/>
  <dc:description/>
  <cp:lastModifiedBy>serwers</cp:lastModifiedBy>
  <cp:revision>2</cp:revision>
  <cp:lastPrinted>2014-03-28T07:35:00Z</cp:lastPrinted>
  <dcterms:created xsi:type="dcterms:W3CDTF">2014-04-08T11:11:00Z</dcterms:created>
  <dcterms:modified xsi:type="dcterms:W3CDTF">2014-04-08T11:11:00Z</dcterms:modified>
</cp:coreProperties>
</file>